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7B2BD2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504CFA6B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342FC0A0" w14:textId="11D46A19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5E0776" w:rsidRPr="005A7F20">
        <w:rPr>
          <w:rFonts w:ascii="Corbel" w:hAnsi="Corbel"/>
          <w:i/>
          <w:smallCaps/>
          <w:sz w:val="24"/>
          <w:szCs w:val="24"/>
        </w:rPr>
        <w:t>202</w:t>
      </w:r>
      <w:r w:rsidR="008419CC">
        <w:rPr>
          <w:rFonts w:ascii="Corbel" w:hAnsi="Corbel"/>
          <w:i/>
          <w:smallCaps/>
          <w:sz w:val="24"/>
          <w:szCs w:val="24"/>
        </w:rPr>
        <w:t>5</w:t>
      </w:r>
      <w:r w:rsidR="005E0776" w:rsidRPr="005A7F20">
        <w:rPr>
          <w:rFonts w:ascii="Corbel" w:hAnsi="Corbel"/>
          <w:i/>
          <w:smallCaps/>
          <w:sz w:val="24"/>
          <w:szCs w:val="24"/>
        </w:rPr>
        <w:t>/202</w:t>
      </w:r>
      <w:r w:rsidR="008419CC">
        <w:rPr>
          <w:rFonts w:ascii="Corbel" w:hAnsi="Corbel"/>
          <w:i/>
          <w:smallCaps/>
          <w:sz w:val="24"/>
          <w:szCs w:val="24"/>
        </w:rPr>
        <w:t>6</w:t>
      </w:r>
    </w:p>
    <w:p w14:paraId="26FD873A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67399263" w14:textId="7F7E5861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Rok akademicki</w:t>
      </w:r>
      <w:r w:rsidR="005A7F20">
        <w:rPr>
          <w:rFonts w:ascii="Corbel" w:hAnsi="Corbel"/>
          <w:sz w:val="20"/>
          <w:szCs w:val="20"/>
        </w:rPr>
        <w:t xml:space="preserve"> </w:t>
      </w:r>
      <w:r w:rsidR="005E0776">
        <w:rPr>
          <w:rFonts w:ascii="Corbel" w:hAnsi="Corbel"/>
          <w:sz w:val="20"/>
          <w:szCs w:val="20"/>
        </w:rPr>
        <w:t>202</w:t>
      </w:r>
      <w:r w:rsidR="008419CC">
        <w:rPr>
          <w:rFonts w:ascii="Corbel" w:hAnsi="Corbel"/>
          <w:sz w:val="20"/>
          <w:szCs w:val="20"/>
        </w:rPr>
        <w:t>5</w:t>
      </w:r>
      <w:r w:rsidR="005E0776">
        <w:rPr>
          <w:rFonts w:ascii="Corbel" w:hAnsi="Corbel"/>
          <w:sz w:val="20"/>
          <w:szCs w:val="20"/>
        </w:rPr>
        <w:t>/202</w:t>
      </w:r>
      <w:r w:rsidR="008419CC">
        <w:rPr>
          <w:rFonts w:ascii="Corbel" w:hAnsi="Corbel"/>
          <w:sz w:val="20"/>
          <w:szCs w:val="20"/>
        </w:rPr>
        <w:t>6</w:t>
      </w:r>
    </w:p>
    <w:p w14:paraId="26B1C366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A1D4F5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A5A911B" w14:textId="77777777" w:rsidTr="00B16348">
        <w:tc>
          <w:tcPr>
            <w:tcW w:w="2694" w:type="dxa"/>
            <w:vAlign w:val="center"/>
          </w:tcPr>
          <w:p w14:paraId="3773779F" w14:textId="77777777" w:rsidR="0085747A" w:rsidRPr="00B169DF" w:rsidRDefault="00C05F44" w:rsidP="0074023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C0E693" w14:textId="24DCDD4F" w:rsidR="0085747A" w:rsidRPr="005A7F20" w:rsidRDefault="008419CC" w:rsidP="00740230">
            <w:pPr>
              <w:pStyle w:val="Odpowiedzi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8419CC">
              <w:rPr>
                <w:rFonts w:ascii="Corbel" w:eastAsia="Times New Roman" w:hAnsi="Corbel"/>
                <w:bCs/>
                <w:color w:val="auto"/>
                <w:sz w:val="24"/>
                <w:szCs w:val="24"/>
                <w:lang w:eastAsia="pl-PL"/>
              </w:rPr>
              <w:t>Społeczna odpowiedzialność biznesu</w:t>
            </w:r>
          </w:p>
        </w:tc>
      </w:tr>
      <w:tr w:rsidR="0085747A" w:rsidRPr="00B169DF" w14:paraId="4BB73347" w14:textId="77777777" w:rsidTr="00B16348">
        <w:tc>
          <w:tcPr>
            <w:tcW w:w="2694" w:type="dxa"/>
            <w:vAlign w:val="center"/>
          </w:tcPr>
          <w:p w14:paraId="7F7DB4BD" w14:textId="77777777" w:rsidR="0085747A" w:rsidRPr="00B169DF" w:rsidRDefault="00C05F44" w:rsidP="0074023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48BA149" w14:textId="77777777" w:rsidR="0085747A" w:rsidRPr="00B169DF" w:rsidRDefault="0085747A" w:rsidP="0074023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16348" w:rsidRPr="00B169DF" w14:paraId="2D718A0F" w14:textId="77777777" w:rsidTr="00B16348">
        <w:tc>
          <w:tcPr>
            <w:tcW w:w="2694" w:type="dxa"/>
            <w:vAlign w:val="center"/>
          </w:tcPr>
          <w:p w14:paraId="4E3708C1" w14:textId="325DFB7A" w:rsidR="00B16348" w:rsidRPr="00B169DF" w:rsidRDefault="00DF717A" w:rsidP="0074023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B16348" w:rsidRPr="00B169DF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3057A569" w14:textId="24F41C89" w:rsidR="00B16348" w:rsidRPr="00B16348" w:rsidRDefault="00DF717A" w:rsidP="00740230">
            <w:pPr>
              <w:pStyle w:val="Odpowiedzi"/>
              <w:spacing w:before="0" w:after="0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DF717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Wydział Technologiczno-Przyrodniczy</w:t>
            </w:r>
          </w:p>
        </w:tc>
      </w:tr>
      <w:tr w:rsidR="00B16348" w:rsidRPr="00B169DF" w14:paraId="03C696FD" w14:textId="77777777" w:rsidTr="00B16348">
        <w:tc>
          <w:tcPr>
            <w:tcW w:w="2694" w:type="dxa"/>
            <w:vAlign w:val="center"/>
          </w:tcPr>
          <w:p w14:paraId="77CA1DEA" w14:textId="77777777" w:rsidR="00B16348" w:rsidRPr="00B169DF" w:rsidRDefault="00B16348" w:rsidP="0074023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859962" w14:textId="77777777" w:rsidR="00DF717A" w:rsidRDefault="00DF717A" w:rsidP="00740230">
            <w:pPr>
              <w:pStyle w:val="Odpowiedzi"/>
              <w:spacing w:before="0" w:after="0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DF717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Wydział Technologiczno-Przyrodniczy</w:t>
            </w:r>
            <w:r w:rsidRPr="00B1634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</w:t>
            </w:r>
          </w:p>
          <w:p w14:paraId="1FEA8A41" w14:textId="2314797E" w:rsidR="00B16348" w:rsidRPr="00B16348" w:rsidRDefault="00B16348" w:rsidP="00740230">
            <w:pPr>
              <w:pStyle w:val="Odpowiedzi"/>
              <w:spacing w:before="0" w:after="0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B1634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Instytut Nauk Rolniczych, Ochrony i Kształtowania Środowiska </w:t>
            </w:r>
          </w:p>
        </w:tc>
      </w:tr>
      <w:tr w:rsidR="00B16348" w:rsidRPr="00B169DF" w14:paraId="076D5DAC" w14:textId="77777777" w:rsidTr="00B16348">
        <w:tc>
          <w:tcPr>
            <w:tcW w:w="2694" w:type="dxa"/>
            <w:vAlign w:val="center"/>
          </w:tcPr>
          <w:p w14:paraId="749B244D" w14:textId="77777777" w:rsidR="00B16348" w:rsidRPr="00B169DF" w:rsidRDefault="00B16348" w:rsidP="0074023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ECC873E" w14:textId="7EC3AC36" w:rsidR="00B16348" w:rsidRPr="00B16348" w:rsidRDefault="008419CC" w:rsidP="00740230">
            <w:pPr>
              <w:pStyle w:val="Odpowiedzi"/>
              <w:spacing w:before="0" w:after="0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-</w:t>
            </w:r>
            <w:r w:rsidR="00B16348" w:rsidRPr="00B1634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B16348" w:rsidRPr="00B169DF" w14:paraId="1276D79F" w14:textId="77777777" w:rsidTr="00B16348">
        <w:tc>
          <w:tcPr>
            <w:tcW w:w="2694" w:type="dxa"/>
            <w:vAlign w:val="center"/>
          </w:tcPr>
          <w:p w14:paraId="09AF449D" w14:textId="77777777" w:rsidR="00B16348" w:rsidRPr="00B169DF" w:rsidRDefault="00B16348" w:rsidP="0074023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E7E632" w14:textId="67D60095" w:rsidR="00B16348" w:rsidRPr="00B16348" w:rsidRDefault="00B16348" w:rsidP="00740230">
            <w:pPr>
              <w:pStyle w:val="Odpowiedzi"/>
              <w:spacing w:before="0" w:after="0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B1634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pierwszego stopnia </w:t>
            </w:r>
          </w:p>
        </w:tc>
      </w:tr>
      <w:tr w:rsidR="00B16348" w:rsidRPr="00B169DF" w14:paraId="3BC75AC4" w14:textId="77777777" w:rsidTr="00B16348">
        <w:tc>
          <w:tcPr>
            <w:tcW w:w="2694" w:type="dxa"/>
            <w:vAlign w:val="center"/>
          </w:tcPr>
          <w:p w14:paraId="743A9EDD" w14:textId="77777777" w:rsidR="00B16348" w:rsidRPr="00B169DF" w:rsidRDefault="00B16348" w:rsidP="0074023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7ED75A8" w14:textId="37359723" w:rsidR="00B16348" w:rsidRPr="00B16348" w:rsidRDefault="002E3484" w:rsidP="00740230">
            <w:pPr>
              <w:pStyle w:val="Odpowiedzi"/>
              <w:spacing w:before="0" w:after="0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-</w:t>
            </w:r>
          </w:p>
        </w:tc>
      </w:tr>
      <w:tr w:rsidR="00B16348" w:rsidRPr="00B169DF" w14:paraId="129180E5" w14:textId="77777777" w:rsidTr="00B16348">
        <w:tc>
          <w:tcPr>
            <w:tcW w:w="2694" w:type="dxa"/>
            <w:vAlign w:val="center"/>
          </w:tcPr>
          <w:p w14:paraId="69F1D589" w14:textId="77777777" w:rsidR="00B16348" w:rsidRPr="00B169DF" w:rsidRDefault="00B16348" w:rsidP="0074023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D99DBC8" w14:textId="464781DF" w:rsidR="00B16348" w:rsidRPr="00B16348" w:rsidRDefault="00BE5544" w:rsidP="00740230">
            <w:pPr>
              <w:pStyle w:val="Odpowiedzi"/>
              <w:spacing w:before="0" w:after="0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nie</w:t>
            </w:r>
            <w:r w:rsidR="00B16348" w:rsidRPr="00B1634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stacjonarne </w:t>
            </w:r>
          </w:p>
        </w:tc>
      </w:tr>
      <w:tr w:rsidR="00B16348" w:rsidRPr="00B169DF" w14:paraId="595073F8" w14:textId="77777777" w:rsidTr="00B16348">
        <w:tc>
          <w:tcPr>
            <w:tcW w:w="2694" w:type="dxa"/>
            <w:vAlign w:val="center"/>
          </w:tcPr>
          <w:p w14:paraId="730A80C5" w14:textId="77777777" w:rsidR="00B16348" w:rsidRPr="00B169DF" w:rsidRDefault="00B16348" w:rsidP="0074023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4FAEC84" w14:textId="61993698" w:rsidR="00B16348" w:rsidRPr="00B16348" w:rsidRDefault="008419CC" w:rsidP="00740230">
            <w:pPr>
              <w:pStyle w:val="Odpowiedzi"/>
              <w:spacing w:before="0" w:after="0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-</w:t>
            </w:r>
            <w:r w:rsidR="00B16348" w:rsidRPr="00B1634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B16348" w:rsidRPr="00B169DF" w14:paraId="6ED9CE9F" w14:textId="77777777" w:rsidTr="00B16348">
        <w:tc>
          <w:tcPr>
            <w:tcW w:w="2694" w:type="dxa"/>
            <w:vAlign w:val="center"/>
          </w:tcPr>
          <w:p w14:paraId="7E7DE035" w14:textId="77777777" w:rsidR="00B16348" w:rsidRPr="00B169DF" w:rsidRDefault="00B16348" w:rsidP="0074023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0F5FC5" w14:textId="72B39026" w:rsidR="00B16348" w:rsidRPr="008419CC" w:rsidRDefault="00B16348" w:rsidP="008419CC">
            <w:pPr>
              <w:pStyle w:val="Odpowiedzi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1634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przedmiot </w:t>
            </w:r>
            <w:r w:rsidR="008419CC" w:rsidRPr="008419C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ogólnouczelniany</w:t>
            </w:r>
          </w:p>
        </w:tc>
      </w:tr>
      <w:tr w:rsidR="00B16348" w:rsidRPr="00B169DF" w14:paraId="4E5AF1D8" w14:textId="77777777" w:rsidTr="00B16348">
        <w:tc>
          <w:tcPr>
            <w:tcW w:w="2694" w:type="dxa"/>
            <w:vAlign w:val="center"/>
          </w:tcPr>
          <w:p w14:paraId="34D8A399" w14:textId="77777777" w:rsidR="00B16348" w:rsidRPr="00B169DF" w:rsidRDefault="00B16348" w:rsidP="0074023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608E58B" w14:textId="0916EC2F" w:rsidR="00B16348" w:rsidRPr="00B16348" w:rsidRDefault="00B16348" w:rsidP="00740230">
            <w:pPr>
              <w:pStyle w:val="Odpowiedzi"/>
              <w:spacing w:before="0" w:after="0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B1634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j. polski </w:t>
            </w:r>
          </w:p>
        </w:tc>
      </w:tr>
      <w:tr w:rsidR="00B16348" w:rsidRPr="00B169DF" w14:paraId="037EFE26" w14:textId="77777777" w:rsidTr="00B16348">
        <w:tc>
          <w:tcPr>
            <w:tcW w:w="2694" w:type="dxa"/>
            <w:vAlign w:val="center"/>
          </w:tcPr>
          <w:p w14:paraId="11FCB820" w14:textId="77777777" w:rsidR="00B16348" w:rsidRPr="00B169DF" w:rsidRDefault="00B16348" w:rsidP="0074023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305022" w14:textId="4F6F7A53" w:rsidR="00B16348" w:rsidRPr="00B16348" w:rsidRDefault="00B16348" w:rsidP="00740230">
            <w:pPr>
              <w:pStyle w:val="Odpowiedzi"/>
              <w:spacing w:before="0" w:after="0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B1634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dr Marcin Halicki</w:t>
            </w:r>
          </w:p>
        </w:tc>
      </w:tr>
      <w:tr w:rsidR="00B16348" w:rsidRPr="00B169DF" w14:paraId="09A8A39D" w14:textId="77777777" w:rsidTr="00B16348">
        <w:tc>
          <w:tcPr>
            <w:tcW w:w="2694" w:type="dxa"/>
            <w:vAlign w:val="center"/>
          </w:tcPr>
          <w:p w14:paraId="39E8AA75" w14:textId="77777777" w:rsidR="00B16348" w:rsidRPr="00B169DF" w:rsidRDefault="00B16348" w:rsidP="0074023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DE01C41" w14:textId="02B4A549" w:rsidR="00B16348" w:rsidRPr="00B16348" w:rsidRDefault="00B16348" w:rsidP="00740230">
            <w:pPr>
              <w:pStyle w:val="Odpowiedzi"/>
              <w:spacing w:before="0" w:after="0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B1634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dr Marcin Halicki</w:t>
            </w:r>
          </w:p>
        </w:tc>
      </w:tr>
    </w:tbl>
    <w:p w14:paraId="259961C7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0848DB6D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E1686B0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13A0093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79EBABC6" w14:textId="77777777" w:rsidTr="0068680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5044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1F31CBE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2A14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11A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62D3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12AF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AF29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8898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0F81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B60A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6D02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0572B" w:rsidRPr="00B169DF" w14:paraId="63B41F59" w14:textId="77777777" w:rsidTr="00D0572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9BBB2" w14:textId="6DAE0108" w:rsidR="00D0572B" w:rsidRPr="00B169DF" w:rsidRDefault="00D0572B" w:rsidP="00D057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283BE" w14:textId="5D7A76A7" w:rsidR="00D0572B" w:rsidRPr="00B169DF" w:rsidRDefault="008419CC" w:rsidP="00D057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4CEF6" w14:textId="77777777" w:rsidR="00D0572B" w:rsidRPr="00B169DF" w:rsidRDefault="00D0572B" w:rsidP="00D057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4A363" w14:textId="77777777" w:rsidR="00D0572B" w:rsidRPr="00B169DF" w:rsidRDefault="00D0572B" w:rsidP="00D057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CD5B9" w14:textId="77777777" w:rsidR="00D0572B" w:rsidRPr="00B169DF" w:rsidRDefault="00D0572B" w:rsidP="00D057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FDBFE" w14:textId="77777777" w:rsidR="00D0572B" w:rsidRPr="00B169DF" w:rsidRDefault="00D0572B" w:rsidP="00D057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78B8B" w14:textId="77777777" w:rsidR="00D0572B" w:rsidRPr="00B169DF" w:rsidRDefault="00D0572B" w:rsidP="00D057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13F78" w14:textId="77777777" w:rsidR="00D0572B" w:rsidRPr="00B169DF" w:rsidRDefault="00D0572B" w:rsidP="00D057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CAE9E" w14:textId="77777777" w:rsidR="00D0572B" w:rsidRPr="00B169DF" w:rsidRDefault="00D0572B" w:rsidP="00D057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3BCF1" w14:textId="038C1C00" w:rsidR="00D0572B" w:rsidRPr="00B169DF" w:rsidRDefault="00D0572B" w:rsidP="00D057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424E9">
              <w:rPr>
                <w:rFonts w:ascii="Corbel" w:hAnsi="Corbel" w:cs="Corbel"/>
                <w:color w:val="000000"/>
                <w:sz w:val="24"/>
                <w:szCs w:val="24"/>
              </w:rPr>
              <w:t>2</w:t>
            </w:r>
          </w:p>
        </w:tc>
      </w:tr>
    </w:tbl>
    <w:p w14:paraId="6B09E07E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4F6427F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66204BD" w14:textId="40FF96A4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Sposób realizacji zajęć</w:t>
      </w:r>
    </w:p>
    <w:p w14:paraId="195C9137" w14:textId="21E9A8F6" w:rsidR="0085747A" w:rsidRPr="00B169DF" w:rsidRDefault="00833D7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170AFAF" w14:textId="52C0547B" w:rsidR="0085747A" w:rsidRPr="002062BF" w:rsidRDefault="00833D7F" w:rsidP="002062B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20704">
        <w:rPr>
          <w:rFonts w:ascii="Corbel" w:hAnsi="Corbel"/>
          <w:b w:val="0"/>
          <w:smallCaps w:val="0"/>
          <w:szCs w:val="24"/>
        </w:rPr>
        <w:t>X</w:t>
      </w:r>
      <w:r w:rsidRPr="00B169DF">
        <w:rPr>
          <w:rFonts w:ascii="Segoe UI Symbol" w:eastAsia="MS Gothic" w:hAnsi="Segoe UI Symbol" w:cs="Segoe UI Symbol"/>
          <w:b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419E68C1" w14:textId="77777777" w:rsidR="00180651" w:rsidRPr="00B169DF" w:rsidRDefault="0018065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B1074BC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FB443D2" w14:textId="6ADD6624" w:rsidR="00180651" w:rsidRDefault="00833D7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33D7F">
        <w:rPr>
          <w:rFonts w:ascii="Corbel" w:hAnsi="Corbel"/>
          <w:b w:val="0"/>
          <w:smallCaps w:val="0"/>
          <w:szCs w:val="24"/>
        </w:rPr>
        <w:t>zaliczenie bez oceny</w:t>
      </w:r>
    </w:p>
    <w:p w14:paraId="20FBAD83" w14:textId="77777777" w:rsidR="00833D7F" w:rsidRPr="00B169DF" w:rsidRDefault="00833D7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F56173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381E79A6" w14:textId="77777777" w:rsidTr="00745302">
        <w:tc>
          <w:tcPr>
            <w:tcW w:w="9670" w:type="dxa"/>
          </w:tcPr>
          <w:p w14:paraId="63CC8530" w14:textId="47F539EE" w:rsidR="0085747A" w:rsidRPr="00180651" w:rsidRDefault="0018065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Podstawowa z</w:t>
            </w:r>
            <w:r w:rsidRPr="00180651">
              <w:rPr>
                <w:rFonts w:ascii="Corbel" w:hAnsi="Corbel"/>
                <w:b w:val="0"/>
                <w:smallCaps w:val="0"/>
                <w:szCs w:val="24"/>
              </w:rPr>
              <w:t>najomość 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80651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gotowość </w:t>
            </w:r>
            <w:r w:rsidRPr="00180651">
              <w:rPr>
                <w:rFonts w:ascii="Corbel" w:hAnsi="Corbel"/>
                <w:b w:val="0"/>
                <w:smallCaps w:val="0"/>
                <w:szCs w:val="24"/>
              </w:rPr>
              <w:t>poszerzania zdobytej już wiedzy.</w:t>
            </w:r>
          </w:p>
        </w:tc>
      </w:tr>
    </w:tbl>
    <w:p w14:paraId="042DAEC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136634" w14:textId="77777777" w:rsidR="005C26EB" w:rsidRPr="00B169DF" w:rsidRDefault="005C26E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9690C2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163C507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E7FE50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3913FA10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80651" w:rsidRPr="00B169DF" w14:paraId="52ED95D3" w14:textId="77777777" w:rsidTr="00180651">
        <w:tc>
          <w:tcPr>
            <w:tcW w:w="845" w:type="dxa"/>
          </w:tcPr>
          <w:p w14:paraId="4E6CF7BA" w14:textId="300DF5B3" w:rsidR="00180651" w:rsidRPr="00180651" w:rsidRDefault="00180651" w:rsidP="0018065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806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5" w:type="dxa"/>
          </w:tcPr>
          <w:p w14:paraId="45687216" w14:textId="3B8A3AF5" w:rsidR="00B92553" w:rsidRPr="00180651" w:rsidRDefault="00B92553" w:rsidP="00B92553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</w:t>
            </w:r>
            <w:r w:rsidRPr="00B92553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apoznanie studentów z koncepcją Społecznej Odpowiedzialności Biznesu (CSR) oraz z analizą wpływu działań w tym obszarze na realizację kluczowych celów przedsiębiorstw.</w:t>
            </w:r>
          </w:p>
        </w:tc>
      </w:tr>
      <w:tr w:rsidR="00180651" w:rsidRPr="00B169DF" w14:paraId="1D97830F" w14:textId="77777777" w:rsidTr="00180651">
        <w:tc>
          <w:tcPr>
            <w:tcW w:w="845" w:type="dxa"/>
          </w:tcPr>
          <w:p w14:paraId="7F99A5B3" w14:textId="3C4FF18D" w:rsidR="00180651" w:rsidRPr="00180651" w:rsidRDefault="00180651" w:rsidP="00180651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sz w:val="24"/>
                <w:szCs w:val="24"/>
                <w:lang w:eastAsia="en-US"/>
              </w:rPr>
            </w:pPr>
            <w:r w:rsidRPr="00180651">
              <w:rPr>
                <w:rFonts w:ascii="Corbel" w:eastAsia="Calibri" w:hAnsi="Corbel"/>
                <w:sz w:val="24"/>
                <w:szCs w:val="24"/>
                <w:lang w:eastAsia="en-US"/>
              </w:rPr>
              <w:t xml:space="preserve">C2 </w:t>
            </w:r>
          </w:p>
        </w:tc>
        <w:tc>
          <w:tcPr>
            <w:tcW w:w="8675" w:type="dxa"/>
          </w:tcPr>
          <w:p w14:paraId="4476D35D" w14:textId="0B4A9CDF" w:rsidR="00B92553" w:rsidRPr="00180651" w:rsidRDefault="00B92553" w:rsidP="0018065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</w:t>
            </w:r>
            <w:r w:rsidRPr="00B92553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apoznanie studentów z koncepcją Społecznej Odpowiedzialności Biznesu (CSR) w kontekście zwiększania interakcji między przedsiębiorstwami a ich interesariuszami.</w:t>
            </w:r>
          </w:p>
        </w:tc>
      </w:tr>
      <w:tr w:rsidR="00180651" w:rsidRPr="00B169DF" w14:paraId="3954809B" w14:textId="77777777" w:rsidTr="00180651">
        <w:tc>
          <w:tcPr>
            <w:tcW w:w="845" w:type="dxa"/>
          </w:tcPr>
          <w:p w14:paraId="588B9BFB" w14:textId="68CFC542" w:rsidR="00180651" w:rsidRPr="00180651" w:rsidRDefault="00180651" w:rsidP="0018065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806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675" w:type="dxa"/>
          </w:tcPr>
          <w:p w14:paraId="7EEBDB99" w14:textId="4BE19054" w:rsidR="00B92553" w:rsidRPr="00180651" w:rsidRDefault="00B92553" w:rsidP="0018065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</w:t>
            </w:r>
            <w:r w:rsidRPr="00B92553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apoznanie studentów z procesem dialogu oraz charakterem interakcji ekonomicznych, politycznych i społecznych zachodzących między uczestnikami rynk</w:t>
            </w:r>
            <w:r w:rsidR="004B730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ów.</w:t>
            </w:r>
          </w:p>
        </w:tc>
      </w:tr>
    </w:tbl>
    <w:p w14:paraId="79D6963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84EC3DB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0BC81CC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2D6B1305" w14:textId="77777777" w:rsidTr="00DC39E9">
        <w:tc>
          <w:tcPr>
            <w:tcW w:w="1681" w:type="dxa"/>
            <w:vAlign w:val="center"/>
          </w:tcPr>
          <w:p w14:paraId="1ACC55C4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C02EDD6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76AF5F9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C39E9" w:rsidRPr="00B169DF" w14:paraId="1F308810" w14:textId="77777777" w:rsidTr="00DC39E9">
        <w:tc>
          <w:tcPr>
            <w:tcW w:w="1681" w:type="dxa"/>
            <w:vAlign w:val="center"/>
          </w:tcPr>
          <w:p w14:paraId="7FC57E2E" w14:textId="2047A4BA" w:rsidR="00DC39E9" w:rsidRPr="00B169DF" w:rsidRDefault="00DC39E9" w:rsidP="004D5E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453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453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5686A2F8" w14:textId="1FF51D88" w:rsidR="004D5E6D" w:rsidRPr="00DC39E9" w:rsidRDefault="004D5E6D" w:rsidP="004D5E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39E9">
              <w:rPr>
                <w:rFonts w:ascii="Corbel" w:hAnsi="Corbel"/>
                <w:b w:val="0"/>
                <w:smallCaps w:val="0"/>
                <w:szCs w:val="24"/>
              </w:rPr>
              <w:t>Student 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D5E6D">
              <w:rPr>
                <w:rFonts w:ascii="Corbel" w:hAnsi="Corbel"/>
                <w:b w:val="0"/>
                <w:smallCaps w:val="0"/>
                <w:szCs w:val="24"/>
              </w:rPr>
              <w:t>podstawow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D5E6D">
              <w:rPr>
                <w:rFonts w:ascii="Corbel" w:hAnsi="Corbel"/>
                <w:b w:val="0"/>
                <w:smallCaps w:val="0"/>
                <w:szCs w:val="24"/>
              </w:rPr>
              <w:t xml:space="preserve"> zasad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4D5E6D">
              <w:rPr>
                <w:rFonts w:ascii="Corbel" w:hAnsi="Corbel"/>
                <w:b w:val="0"/>
                <w:smallCaps w:val="0"/>
                <w:szCs w:val="24"/>
              </w:rPr>
              <w:t xml:space="preserve"> tworzenia i rozwoju różnorodnych form przedsiębiorczości, ze szczególnym uwzględnieniem Społecznej Odpowiedzialności Biznesu (CSR), a także rozumie znaczenie uzyskiwanych efektów w kontekście realizacji celów zrównoważonego rozwoju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0626F278" w14:textId="5DA66733" w:rsidR="00DC39E9" w:rsidRPr="00B169DF" w:rsidRDefault="00DC39E9" w:rsidP="00DC3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C39E9" w:rsidRPr="00B169DF" w14:paraId="1F388BB5" w14:textId="77777777" w:rsidTr="00DC39E9">
        <w:tc>
          <w:tcPr>
            <w:tcW w:w="1681" w:type="dxa"/>
            <w:vAlign w:val="center"/>
          </w:tcPr>
          <w:p w14:paraId="23E09692" w14:textId="16F4A8E8" w:rsidR="00DC39E9" w:rsidRPr="00B169DF" w:rsidRDefault="00DC39E9" w:rsidP="004D5E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453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14:paraId="79FD20D3" w14:textId="10B710E3" w:rsidR="004D5E6D" w:rsidRPr="00DC39E9" w:rsidRDefault="004D5E6D" w:rsidP="004D5E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39E9"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</w:t>
            </w:r>
            <w:r w:rsidRPr="004D5E6D">
              <w:rPr>
                <w:rFonts w:ascii="Corbel" w:hAnsi="Corbel"/>
                <w:b w:val="0"/>
                <w:smallCaps w:val="0"/>
                <w:szCs w:val="24"/>
              </w:rPr>
              <w:t>kluczow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D5E6D">
              <w:rPr>
                <w:rFonts w:ascii="Corbel" w:hAnsi="Corbel"/>
                <w:b w:val="0"/>
                <w:smallCaps w:val="0"/>
                <w:szCs w:val="24"/>
              </w:rPr>
              <w:t xml:space="preserve"> dylemat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4D5E6D">
              <w:rPr>
                <w:rFonts w:ascii="Corbel" w:hAnsi="Corbel"/>
                <w:b w:val="0"/>
                <w:smallCaps w:val="0"/>
                <w:szCs w:val="24"/>
              </w:rPr>
              <w:t xml:space="preserve"> ekonomiczn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D5E6D">
              <w:rPr>
                <w:rFonts w:ascii="Corbel" w:hAnsi="Corbel"/>
                <w:b w:val="0"/>
                <w:smallCaps w:val="0"/>
                <w:szCs w:val="24"/>
              </w:rPr>
              <w:t xml:space="preserve"> oraz społecznych współczesnej cywilizacji, ze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4D5E6D">
              <w:rPr>
                <w:rFonts w:ascii="Corbel" w:hAnsi="Corbel"/>
                <w:b w:val="0"/>
                <w:smallCaps w:val="0"/>
                <w:szCs w:val="24"/>
              </w:rPr>
              <w:t>zczególnym uwzględnieniem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D5E6D">
              <w:rPr>
                <w:rFonts w:ascii="Corbel" w:hAnsi="Corbel"/>
                <w:b w:val="0"/>
                <w:smallCaps w:val="0"/>
                <w:szCs w:val="24"/>
              </w:rPr>
              <w:t>Społecznej Odpowiedzialności Biznesu (CSR).</w:t>
            </w:r>
          </w:p>
        </w:tc>
        <w:tc>
          <w:tcPr>
            <w:tcW w:w="1865" w:type="dxa"/>
            <w:vAlign w:val="center"/>
          </w:tcPr>
          <w:p w14:paraId="7EE12AEC" w14:textId="53D2096F" w:rsidR="00DC39E9" w:rsidRPr="00B169DF" w:rsidRDefault="00DC39E9" w:rsidP="00DC3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C39E9" w:rsidRPr="00B169DF" w14:paraId="61919C35" w14:textId="77777777" w:rsidTr="00DC39E9">
        <w:tc>
          <w:tcPr>
            <w:tcW w:w="1681" w:type="dxa"/>
            <w:vAlign w:val="center"/>
          </w:tcPr>
          <w:p w14:paraId="57546EDA" w14:textId="04858EE9" w:rsidR="00DC39E9" w:rsidRPr="00B169DF" w:rsidRDefault="00DC39E9" w:rsidP="004D5E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453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vAlign w:val="center"/>
          </w:tcPr>
          <w:p w14:paraId="5D2D81B4" w14:textId="5A0F98A6" w:rsidR="004D5E6D" w:rsidRPr="00DC39E9" w:rsidRDefault="004D5E6D" w:rsidP="004D5E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39E9">
              <w:rPr>
                <w:rFonts w:ascii="Corbel" w:hAnsi="Corbel"/>
                <w:b w:val="0"/>
                <w:smallCaps w:val="0"/>
                <w:szCs w:val="24"/>
              </w:rPr>
              <w:t>Student zna i rozumie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D5E6D">
              <w:rPr>
                <w:rFonts w:ascii="Corbel" w:hAnsi="Corbel"/>
                <w:b w:val="0"/>
                <w:smallCaps w:val="0"/>
                <w:szCs w:val="24"/>
              </w:rPr>
              <w:t>podstawowe metody pomiaru aktywności i oceny skuteczności działań w obszarze Społecznej Odpowiedzialności Biznesu (CSR)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35D5AE6F" w14:textId="3BC0D578" w:rsidR="00DC39E9" w:rsidRPr="00B169DF" w:rsidRDefault="00DC39E9" w:rsidP="00DC3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C39E9" w:rsidRPr="00B169DF" w14:paraId="688E8CD7" w14:textId="77777777" w:rsidTr="00DC39E9">
        <w:tc>
          <w:tcPr>
            <w:tcW w:w="1681" w:type="dxa"/>
            <w:vAlign w:val="center"/>
          </w:tcPr>
          <w:p w14:paraId="27574E0D" w14:textId="5B87D2CD" w:rsidR="00DC39E9" w:rsidRPr="004D5E6D" w:rsidRDefault="00DC39E9" w:rsidP="004D5E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5E6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vAlign w:val="center"/>
          </w:tcPr>
          <w:p w14:paraId="5B5A026B" w14:textId="0C89A18F" w:rsidR="00DC39E9" w:rsidRPr="004D5E6D" w:rsidRDefault="008E2708" w:rsidP="004D5E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39E9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Pr="004D5E6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DC39E9" w:rsidRPr="004D5E6D">
              <w:rPr>
                <w:rFonts w:ascii="Corbel" w:hAnsi="Corbel"/>
                <w:b w:val="0"/>
                <w:smallCaps w:val="0"/>
                <w:szCs w:val="24"/>
              </w:rPr>
              <w:t>est gotów do krytycznej oceny posiadanej wiedzy dotyczącej ekonomicznych priorytetów w podejmowanych działaniach oraz ciągłego pogłębiania już posiadanej wiedzy ekonomicznej</w:t>
            </w:r>
            <w:r w:rsidR="00B92553" w:rsidRPr="004D5E6D">
              <w:rPr>
                <w:rFonts w:ascii="Corbel" w:hAnsi="Corbel"/>
                <w:b w:val="0"/>
                <w:smallCaps w:val="0"/>
                <w:szCs w:val="24"/>
              </w:rPr>
              <w:t xml:space="preserve"> z obszaru Społecznej Odpowiedzialności Biznesu (CSR)</w:t>
            </w:r>
            <w:r w:rsidR="004D5E6D" w:rsidRPr="004D5E6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271B9778" w14:textId="6FCA36E1" w:rsidR="00DC39E9" w:rsidRPr="00B169DF" w:rsidRDefault="00DC39E9" w:rsidP="00DC3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A228CD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813F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1B7CBB03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1B1F29E0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3CE1A117" w14:textId="77777777" w:rsidTr="00CE03A2">
        <w:tc>
          <w:tcPr>
            <w:tcW w:w="9520" w:type="dxa"/>
          </w:tcPr>
          <w:p w14:paraId="15962A4E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5D463E13" w14:textId="77777777" w:rsidTr="00CE03A2">
        <w:tc>
          <w:tcPr>
            <w:tcW w:w="9520" w:type="dxa"/>
          </w:tcPr>
          <w:p w14:paraId="36EDD662" w14:textId="505F24A5" w:rsidR="0085747A" w:rsidRPr="00A53206" w:rsidRDefault="00CE03A2" w:rsidP="00CE03A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</w:t>
            </w:r>
            <w:r w:rsidRPr="00CE03A2">
              <w:rPr>
                <w:rFonts w:ascii="Corbel" w:hAnsi="Corbel"/>
                <w:sz w:val="24"/>
                <w:szCs w:val="24"/>
              </w:rPr>
              <w:t xml:space="preserve"> koncepcji 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CE03A2">
              <w:rPr>
                <w:rFonts w:ascii="Corbel" w:hAnsi="Corbel"/>
                <w:sz w:val="24"/>
                <w:szCs w:val="24"/>
              </w:rPr>
              <w:t>połecznej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E03A2">
              <w:rPr>
                <w:rFonts w:ascii="Corbel" w:hAnsi="Corbel"/>
                <w:sz w:val="24"/>
                <w:szCs w:val="24"/>
              </w:rPr>
              <w:t>odpowiedzialności przedsiębiorstw</w:t>
            </w:r>
          </w:p>
        </w:tc>
      </w:tr>
      <w:tr w:rsidR="0085747A" w:rsidRPr="00B169DF" w14:paraId="1EAE5D44" w14:textId="77777777" w:rsidTr="00CE03A2">
        <w:tc>
          <w:tcPr>
            <w:tcW w:w="9520" w:type="dxa"/>
          </w:tcPr>
          <w:p w14:paraId="6AC83BE3" w14:textId="3D75D4CC" w:rsidR="00A53206" w:rsidRPr="00B169DF" w:rsidRDefault="00CE03A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C15E5">
              <w:rPr>
                <w:rFonts w:ascii="Corbel" w:hAnsi="Corbel"/>
                <w:sz w:val="24"/>
                <w:szCs w:val="24"/>
              </w:rPr>
              <w:t xml:space="preserve">Prezentacja aktów prawnych regulujących prowadzenie </w:t>
            </w:r>
            <w:r>
              <w:rPr>
                <w:rFonts w:ascii="Corbel" w:hAnsi="Corbel"/>
                <w:sz w:val="24"/>
                <w:szCs w:val="24"/>
              </w:rPr>
              <w:t>działalności gospodarczej</w:t>
            </w:r>
          </w:p>
        </w:tc>
      </w:tr>
      <w:tr w:rsidR="0085747A" w:rsidRPr="00B169DF" w14:paraId="0F89EFD5" w14:textId="77777777" w:rsidTr="00CE03A2">
        <w:tc>
          <w:tcPr>
            <w:tcW w:w="9520" w:type="dxa"/>
          </w:tcPr>
          <w:p w14:paraId="223CBF77" w14:textId="01118B9B" w:rsidR="0085747A" w:rsidRPr="00B169DF" w:rsidRDefault="00CE03A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Ogólna charakterystyka z</w:t>
            </w:r>
            <w:r w:rsidRPr="00EC15E5">
              <w:rPr>
                <w:rFonts w:ascii="Corbel" w:hAnsi="Corbel"/>
                <w:sz w:val="24"/>
                <w:szCs w:val="24"/>
              </w:rPr>
              <w:t>asob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EC15E5">
              <w:rPr>
                <w:rFonts w:ascii="Corbel" w:hAnsi="Corbel"/>
                <w:sz w:val="24"/>
                <w:szCs w:val="24"/>
              </w:rPr>
              <w:t xml:space="preserve"> majątkow</w:t>
            </w:r>
            <w:r>
              <w:rPr>
                <w:rFonts w:ascii="Corbel" w:hAnsi="Corbel"/>
                <w:sz w:val="24"/>
                <w:szCs w:val="24"/>
              </w:rPr>
              <w:t>ych przedsiębiorstwa</w:t>
            </w:r>
            <w:r w:rsidRPr="00EC15E5">
              <w:rPr>
                <w:rFonts w:ascii="Corbel" w:hAnsi="Corbel"/>
                <w:sz w:val="24"/>
                <w:szCs w:val="24"/>
              </w:rPr>
              <w:t xml:space="preserve"> i źród</w:t>
            </w:r>
            <w:r w:rsidR="0072491E">
              <w:rPr>
                <w:rFonts w:ascii="Corbel" w:hAnsi="Corbel"/>
                <w:sz w:val="24"/>
                <w:szCs w:val="24"/>
              </w:rPr>
              <w:t>eł</w:t>
            </w:r>
            <w:r w:rsidRPr="00EC15E5">
              <w:rPr>
                <w:rFonts w:ascii="Corbel" w:hAnsi="Corbel"/>
                <w:sz w:val="24"/>
                <w:szCs w:val="24"/>
              </w:rPr>
              <w:t xml:space="preserve"> ich finansowania</w:t>
            </w:r>
          </w:p>
        </w:tc>
      </w:tr>
      <w:tr w:rsidR="00CE03A2" w:rsidRPr="00B169DF" w14:paraId="683B3892" w14:textId="77777777" w:rsidTr="00CE03A2">
        <w:tc>
          <w:tcPr>
            <w:tcW w:w="9520" w:type="dxa"/>
          </w:tcPr>
          <w:p w14:paraId="376CE934" w14:textId="6D0DAD19" w:rsidR="00CE03A2" w:rsidRPr="00C46328" w:rsidRDefault="00CE03A2" w:rsidP="00CE03A2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Prezentacja podstawowych modeli S</w:t>
            </w:r>
            <w:r w:rsidRPr="00CE03A2">
              <w:rPr>
                <w:rFonts w:ascii="Corbel" w:hAnsi="Corbel"/>
                <w:sz w:val="24"/>
                <w:szCs w:val="24"/>
              </w:rPr>
              <w:t>połecznej odpowiedzialności biznesu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5E6D">
              <w:rPr>
                <w:rFonts w:ascii="Corbel" w:hAnsi="Corbel"/>
                <w:smallCaps/>
                <w:sz w:val="24"/>
                <w:szCs w:val="24"/>
              </w:rPr>
              <w:t>(CSR)</w:t>
            </w:r>
          </w:p>
        </w:tc>
      </w:tr>
      <w:tr w:rsidR="00CE03A2" w:rsidRPr="00B169DF" w14:paraId="7658C6BC" w14:textId="77777777" w:rsidTr="00CE03A2">
        <w:tc>
          <w:tcPr>
            <w:tcW w:w="9520" w:type="dxa"/>
          </w:tcPr>
          <w:p w14:paraId="42F61A39" w14:textId="40B68C25" w:rsidR="00CE03A2" w:rsidRPr="005424E9" w:rsidRDefault="00CE03A2" w:rsidP="00CE03A2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00CE03A2">
              <w:rPr>
                <w:rFonts w:ascii="Corbel" w:hAnsi="Corbel" w:cs="Corbel"/>
                <w:color w:val="000000"/>
                <w:sz w:val="24"/>
                <w:szCs w:val="24"/>
              </w:rPr>
              <w:t xml:space="preserve">Obszary działalności 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CE03A2">
              <w:rPr>
                <w:rFonts w:ascii="Corbel" w:hAnsi="Corbel"/>
                <w:sz w:val="24"/>
                <w:szCs w:val="24"/>
              </w:rPr>
              <w:t>połecznej odpowiedzialności biznesu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5E6D">
              <w:rPr>
                <w:rFonts w:ascii="Corbel" w:hAnsi="Corbel"/>
                <w:smallCaps/>
                <w:sz w:val="24"/>
                <w:szCs w:val="24"/>
              </w:rPr>
              <w:t>(CSR)</w:t>
            </w:r>
          </w:p>
        </w:tc>
      </w:tr>
      <w:tr w:rsidR="00CC6E4D" w:rsidRPr="00B169DF" w14:paraId="468A1B60" w14:textId="77777777" w:rsidTr="00CE03A2">
        <w:tc>
          <w:tcPr>
            <w:tcW w:w="9520" w:type="dxa"/>
          </w:tcPr>
          <w:p w14:paraId="396082E3" w14:textId="5920202E" w:rsidR="00CC6E4D" w:rsidRPr="00CE03A2" w:rsidRDefault="00CC6E4D" w:rsidP="00CE03A2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Ogólna charakterystyka relacji z inwestorami</w:t>
            </w:r>
          </w:p>
        </w:tc>
      </w:tr>
      <w:tr w:rsidR="00CE03A2" w:rsidRPr="00B169DF" w14:paraId="426515F1" w14:textId="77777777" w:rsidTr="00CE03A2">
        <w:tc>
          <w:tcPr>
            <w:tcW w:w="9520" w:type="dxa"/>
          </w:tcPr>
          <w:p w14:paraId="46CD05D2" w14:textId="1355D4A1" w:rsidR="00CE03A2" w:rsidRPr="00234943" w:rsidRDefault="00CE03A2" w:rsidP="00234943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00234943">
              <w:rPr>
                <w:rFonts w:ascii="Corbel" w:hAnsi="Corbel" w:cs="Corbel"/>
                <w:color w:val="000000"/>
                <w:sz w:val="24"/>
                <w:szCs w:val="24"/>
              </w:rPr>
              <w:lastRenderedPageBreak/>
              <w:t>Prezentacja podstaw</w:t>
            </w:r>
            <w:r w:rsidR="00234943" w:rsidRPr="00234943">
              <w:rPr>
                <w:rFonts w:ascii="Corbel" w:hAnsi="Corbel" w:cs="Corbel"/>
                <w:color w:val="000000"/>
                <w:sz w:val="24"/>
                <w:szCs w:val="24"/>
              </w:rPr>
              <w:t>ow</w:t>
            </w:r>
            <w:r w:rsidRPr="00234943">
              <w:rPr>
                <w:rFonts w:ascii="Corbel" w:hAnsi="Corbel" w:cs="Corbel"/>
                <w:color w:val="000000"/>
                <w:sz w:val="24"/>
                <w:szCs w:val="24"/>
              </w:rPr>
              <w:t xml:space="preserve">ych organizacji promujących </w:t>
            </w:r>
            <w:r w:rsidR="004B730A" w:rsidRPr="00234943">
              <w:rPr>
                <w:rFonts w:ascii="Corbel" w:hAnsi="Corbel"/>
                <w:sz w:val="24"/>
                <w:szCs w:val="24"/>
              </w:rPr>
              <w:t>Społeczn</w:t>
            </w:r>
            <w:r w:rsidR="004B730A" w:rsidRPr="00234943">
              <w:rPr>
                <w:rFonts w:ascii="Corbel" w:hAnsi="Corbel"/>
                <w:sz w:val="24"/>
                <w:szCs w:val="24"/>
              </w:rPr>
              <w:t>ą</w:t>
            </w:r>
            <w:r w:rsidR="004B730A" w:rsidRPr="00234943">
              <w:rPr>
                <w:rFonts w:ascii="Corbel" w:hAnsi="Corbel"/>
                <w:sz w:val="24"/>
                <w:szCs w:val="24"/>
              </w:rPr>
              <w:t xml:space="preserve"> odpowiedzialnoś</w:t>
            </w:r>
            <w:r w:rsidR="0072491E" w:rsidRPr="00234943">
              <w:rPr>
                <w:rFonts w:ascii="Corbel" w:hAnsi="Corbel"/>
                <w:sz w:val="24"/>
                <w:szCs w:val="24"/>
              </w:rPr>
              <w:t>ć</w:t>
            </w:r>
            <w:r w:rsidR="004B730A" w:rsidRPr="00234943">
              <w:rPr>
                <w:rFonts w:ascii="Corbel" w:hAnsi="Corbel"/>
                <w:sz w:val="24"/>
                <w:szCs w:val="24"/>
              </w:rPr>
              <w:t xml:space="preserve"> biznesu</w:t>
            </w:r>
            <w:r w:rsidR="00234943" w:rsidRPr="00234943">
              <w:rPr>
                <w:rFonts w:ascii="Corbel" w:hAnsi="Corbel"/>
                <w:sz w:val="24"/>
                <w:szCs w:val="24"/>
              </w:rPr>
              <w:t xml:space="preserve"> (C</w:t>
            </w:r>
            <w:r w:rsidR="004B730A" w:rsidRPr="00234943">
              <w:rPr>
                <w:rFonts w:ascii="Corbel" w:hAnsi="Corbel"/>
                <w:smallCaps/>
                <w:sz w:val="24"/>
                <w:szCs w:val="24"/>
              </w:rPr>
              <w:t>SR)</w:t>
            </w:r>
          </w:p>
        </w:tc>
      </w:tr>
    </w:tbl>
    <w:p w14:paraId="49E308A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CF0339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11BB696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843FB6" w14:textId="77777777" w:rsidR="00A104A9" w:rsidRPr="00A104A9" w:rsidRDefault="00A104A9" w:rsidP="00A104A9">
      <w:pPr>
        <w:pStyle w:val="Default"/>
        <w:jc w:val="both"/>
        <w:rPr>
          <w:rFonts w:ascii="Corbel" w:hAnsi="Corbel" w:cs="Times New Roman"/>
          <w:b/>
          <w:color w:val="auto"/>
        </w:rPr>
      </w:pPr>
      <w:r w:rsidRPr="00A104A9">
        <w:rPr>
          <w:rFonts w:ascii="Corbel" w:hAnsi="Corbel" w:cs="Times New Roman"/>
          <w:b/>
          <w:color w:val="auto"/>
        </w:rPr>
        <w:t xml:space="preserve">Wykład: </w:t>
      </w:r>
      <w:r w:rsidRPr="00A104A9">
        <w:rPr>
          <w:rFonts w:ascii="Corbel" w:hAnsi="Corbel" w:cs="Times New Roman"/>
          <w:bCs/>
          <w:color w:val="auto"/>
        </w:rPr>
        <w:t>wykład informacyjny i problemowy z prezentacją multimedialną, dyskusja.</w:t>
      </w:r>
      <w:r w:rsidRPr="00A104A9">
        <w:rPr>
          <w:rFonts w:ascii="Corbel" w:hAnsi="Corbel" w:cs="Times New Roman"/>
          <w:b/>
          <w:color w:val="auto"/>
        </w:rPr>
        <w:t xml:space="preserve"> </w:t>
      </w:r>
    </w:p>
    <w:p w14:paraId="6CE2545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CAFAAE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22FFB3F6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A7BA89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2BABEF4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263159BA" w14:textId="77777777" w:rsidTr="00A104A9">
        <w:tc>
          <w:tcPr>
            <w:tcW w:w="1962" w:type="dxa"/>
            <w:vAlign w:val="center"/>
          </w:tcPr>
          <w:p w14:paraId="7E06C0D7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4210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124B1F6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7CC0986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9964DBE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77798" w:rsidRPr="00B169DF" w14:paraId="1074CC64" w14:textId="77777777" w:rsidTr="00A104A9">
        <w:tc>
          <w:tcPr>
            <w:tcW w:w="1962" w:type="dxa"/>
          </w:tcPr>
          <w:p w14:paraId="4E4BF708" w14:textId="77777777" w:rsidR="00F77798" w:rsidRPr="00B169DF" w:rsidRDefault="00F77798" w:rsidP="00F777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350CC2A" w14:textId="2428B9E2" w:rsidR="00F77798" w:rsidRPr="00F77798" w:rsidRDefault="009920D2" w:rsidP="00F777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pisemne opracowanie problemowe</w:t>
            </w:r>
          </w:p>
        </w:tc>
        <w:tc>
          <w:tcPr>
            <w:tcW w:w="2117" w:type="dxa"/>
          </w:tcPr>
          <w:p w14:paraId="5DB5546D" w14:textId="2D8E9970" w:rsidR="00F77798" w:rsidRPr="00F77798" w:rsidRDefault="00F77798" w:rsidP="00F777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798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F77798" w:rsidRPr="00B169DF" w14:paraId="490AC2D4" w14:textId="77777777" w:rsidTr="00A104A9">
        <w:tc>
          <w:tcPr>
            <w:tcW w:w="1962" w:type="dxa"/>
          </w:tcPr>
          <w:p w14:paraId="6BD1D64B" w14:textId="77777777" w:rsidR="00F77798" w:rsidRPr="00B169DF" w:rsidRDefault="00F77798" w:rsidP="00F777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C16DD66" w14:textId="7ECD0A5C" w:rsidR="00F77798" w:rsidRPr="00F77798" w:rsidRDefault="009920D2" w:rsidP="00F777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pisemne opracowanie problemowe</w:t>
            </w:r>
          </w:p>
        </w:tc>
        <w:tc>
          <w:tcPr>
            <w:tcW w:w="2117" w:type="dxa"/>
          </w:tcPr>
          <w:p w14:paraId="44389075" w14:textId="52A13BF2" w:rsidR="00F77798" w:rsidRPr="00F77798" w:rsidRDefault="00F77798" w:rsidP="00F777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798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F77798" w:rsidRPr="00B169DF" w14:paraId="48E1063F" w14:textId="77777777" w:rsidTr="00A104A9">
        <w:tc>
          <w:tcPr>
            <w:tcW w:w="1962" w:type="dxa"/>
          </w:tcPr>
          <w:p w14:paraId="0898DE6E" w14:textId="7D053063" w:rsidR="00F77798" w:rsidRPr="00B169DF" w:rsidRDefault="00F77798" w:rsidP="00F777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6B99D68F" w14:textId="67BD9CE8" w:rsidR="00F77798" w:rsidRPr="009920D2" w:rsidRDefault="009920D2" w:rsidP="00F777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pisemne opracowanie problemowe</w:t>
            </w:r>
          </w:p>
        </w:tc>
        <w:tc>
          <w:tcPr>
            <w:tcW w:w="2117" w:type="dxa"/>
          </w:tcPr>
          <w:p w14:paraId="07C9196C" w14:textId="0E85A017" w:rsidR="00F77798" w:rsidRPr="00F77798" w:rsidRDefault="00F77798" w:rsidP="00F777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798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F77798" w:rsidRPr="00B169DF" w14:paraId="0B4ED9BE" w14:textId="77777777" w:rsidTr="00A104A9">
        <w:tc>
          <w:tcPr>
            <w:tcW w:w="1962" w:type="dxa"/>
          </w:tcPr>
          <w:p w14:paraId="7BB979B2" w14:textId="632ED4AD" w:rsidR="00F77798" w:rsidRPr="00B169DF" w:rsidRDefault="00F77798" w:rsidP="00F777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157EA790" w14:textId="20871914" w:rsidR="00F77798" w:rsidRPr="009920D2" w:rsidRDefault="009920D2" w:rsidP="00F777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20D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6EF0991" w14:textId="375B386B" w:rsidR="00F77798" w:rsidRPr="00F77798" w:rsidRDefault="00F77798" w:rsidP="00F777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798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</w:tbl>
    <w:p w14:paraId="3CE10F30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108BEA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12D463EE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A585172" w14:textId="77777777" w:rsidTr="00923D7D">
        <w:tc>
          <w:tcPr>
            <w:tcW w:w="9670" w:type="dxa"/>
          </w:tcPr>
          <w:p w14:paraId="05E446AC" w14:textId="77777777" w:rsidR="009920D2" w:rsidRPr="001606DC" w:rsidRDefault="009920D2" w:rsidP="009920D2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1606DC">
              <w:rPr>
                <w:rFonts w:ascii="Corbel" w:hAnsi="Corbel" w:cs="Times New Roman"/>
                <w:color w:val="auto"/>
              </w:rPr>
              <w:t>Wykład: zaliczenie bez oceny (pisemne opracowanie problemowe).</w:t>
            </w:r>
          </w:p>
          <w:p w14:paraId="0A1A89EC" w14:textId="77777777" w:rsidR="009920D2" w:rsidRPr="00A854F3" w:rsidRDefault="009920D2" w:rsidP="009920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C5314F9" w14:textId="4ABE6D80" w:rsidR="0085747A" w:rsidRPr="009920D2" w:rsidRDefault="009920D2" w:rsidP="009920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54F3">
              <w:rPr>
                <w:rFonts w:ascii="Corbel" w:hAnsi="Corbel"/>
                <w:b w:val="0"/>
                <w:smallCaps w:val="0"/>
                <w:szCs w:val="24"/>
              </w:rPr>
              <w:t>Warunkiem zaliczenia przedmiotu jest osiągnięcie wszystkich założonych efektów uczenia się.</w:t>
            </w:r>
          </w:p>
        </w:tc>
      </w:tr>
    </w:tbl>
    <w:p w14:paraId="59397D1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8002A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2F2250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2B5AA935" w14:textId="77777777" w:rsidTr="003E1941">
        <w:tc>
          <w:tcPr>
            <w:tcW w:w="4962" w:type="dxa"/>
            <w:vAlign w:val="center"/>
          </w:tcPr>
          <w:p w14:paraId="1E8309AF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4174264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602FB01" w14:textId="77777777" w:rsidTr="00923D7D">
        <w:tc>
          <w:tcPr>
            <w:tcW w:w="4962" w:type="dxa"/>
          </w:tcPr>
          <w:p w14:paraId="501A168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3DFA67E" w14:textId="286D474C" w:rsidR="0085747A" w:rsidRPr="00B169DF" w:rsidRDefault="009920D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B169DF" w14:paraId="6F4945EB" w14:textId="77777777" w:rsidTr="00923D7D">
        <w:tc>
          <w:tcPr>
            <w:tcW w:w="4962" w:type="dxa"/>
          </w:tcPr>
          <w:p w14:paraId="3B6416ED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9D05978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904FC21" w14:textId="6AF671B6" w:rsidR="00C61DC5" w:rsidRPr="00B169DF" w:rsidRDefault="009920D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B169DF" w14:paraId="0028A77B" w14:textId="77777777" w:rsidTr="00923D7D">
        <w:tc>
          <w:tcPr>
            <w:tcW w:w="4962" w:type="dxa"/>
          </w:tcPr>
          <w:p w14:paraId="690C3098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3B12A89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EB99227" w14:textId="11B0E7EF" w:rsidR="00C61DC5" w:rsidRPr="00B169DF" w:rsidRDefault="009920D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B169DF" w14:paraId="2FD2AE78" w14:textId="77777777" w:rsidTr="00923D7D">
        <w:tc>
          <w:tcPr>
            <w:tcW w:w="4962" w:type="dxa"/>
          </w:tcPr>
          <w:p w14:paraId="32ADCDD6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0BE4E67" w14:textId="28B6E4A0" w:rsidR="0085747A" w:rsidRPr="00B169DF" w:rsidRDefault="005624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B169DF" w14:paraId="4A9F810D" w14:textId="77777777" w:rsidTr="00923D7D">
        <w:tc>
          <w:tcPr>
            <w:tcW w:w="4962" w:type="dxa"/>
          </w:tcPr>
          <w:p w14:paraId="407BFE65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FDB497F" w14:textId="0B6D8A4C" w:rsidR="0085747A" w:rsidRPr="00B169DF" w:rsidRDefault="005624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426A98F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A43CAFC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CEFEE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01170B6B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52EA2D9" w14:textId="77777777" w:rsidTr="0071620A">
        <w:trPr>
          <w:trHeight w:val="397"/>
        </w:trPr>
        <w:tc>
          <w:tcPr>
            <w:tcW w:w="3544" w:type="dxa"/>
          </w:tcPr>
          <w:p w14:paraId="6C1DAD4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98CAF5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0AC4DF38" w14:textId="77777777" w:rsidTr="0071620A">
        <w:trPr>
          <w:trHeight w:val="397"/>
        </w:trPr>
        <w:tc>
          <w:tcPr>
            <w:tcW w:w="3544" w:type="dxa"/>
          </w:tcPr>
          <w:p w14:paraId="592A324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2D89B26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DB415BA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B244C1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12048532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27AF7D0E" w14:textId="77777777" w:rsidTr="0071620A">
        <w:trPr>
          <w:trHeight w:val="397"/>
        </w:trPr>
        <w:tc>
          <w:tcPr>
            <w:tcW w:w="7513" w:type="dxa"/>
          </w:tcPr>
          <w:p w14:paraId="2708FB8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6253641" w14:textId="77777777" w:rsidR="000907BB" w:rsidRDefault="000907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EB58588" w14:textId="52DBD58B" w:rsidR="000907BB" w:rsidRPr="00E20820" w:rsidRDefault="000907BB" w:rsidP="000907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907BB">
              <w:rPr>
                <w:rFonts w:ascii="Corbel" w:hAnsi="Corbel"/>
                <w:sz w:val="24"/>
                <w:szCs w:val="24"/>
              </w:rPr>
              <w:t>Ornarowicz</w:t>
            </w:r>
            <w:proofErr w:type="spellEnd"/>
            <w:r w:rsidRPr="000907BB">
              <w:rPr>
                <w:rFonts w:ascii="Corbel" w:hAnsi="Corbel"/>
                <w:sz w:val="24"/>
                <w:szCs w:val="24"/>
              </w:rPr>
              <w:t xml:space="preserve"> U., </w:t>
            </w:r>
            <w:proofErr w:type="spellStart"/>
            <w:r w:rsidRPr="000907BB">
              <w:rPr>
                <w:rFonts w:ascii="Corbel" w:hAnsi="Corbel"/>
                <w:sz w:val="24"/>
                <w:szCs w:val="24"/>
              </w:rPr>
              <w:t>Płoszajski</w:t>
            </w:r>
            <w:proofErr w:type="spellEnd"/>
            <w:r w:rsidRPr="000907BB">
              <w:rPr>
                <w:rFonts w:ascii="Corbel" w:hAnsi="Corbel"/>
                <w:sz w:val="24"/>
                <w:szCs w:val="24"/>
              </w:rPr>
              <w:t xml:space="preserve"> P. (red. nauk.), Społeczna odpowiedzialność biznesu: w poszukiwaniu nowego paradygmatu, Oficyna Wydawnicza SGH, </w:t>
            </w:r>
            <w:r w:rsidRPr="00E20820">
              <w:rPr>
                <w:rFonts w:ascii="Corbel" w:hAnsi="Corbel"/>
                <w:sz w:val="24"/>
                <w:szCs w:val="24"/>
              </w:rPr>
              <w:t xml:space="preserve">Warszawa </w:t>
            </w:r>
            <w:r>
              <w:rPr>
                <w:rFonts w:ascii="Corbel" w:hAnsi="Corbel"/>
                <w:sz w:val="24"/>
                <w:szCs w:val="24"/>
              </w:rPr>
              <w:t>2020</w:t>
            </w:r>
          </w:p>
          <w:p w14:paraId="2214BD5A" w14:textId="64D06355" w:rsidR="000907BB" w:rsidRDefault="000907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CA34D69" w14:textId="6695029A" w:rsidR="00F13226" w:rsidRDefault="000907BB" w:rsidP="00F132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907BB">
              <w:rPr>
                <w:rFonts w:ascii="Corbel" w:hAnsi="Corbel"/>
                <w:sz w:val="24"/>
                <w:szCs w:val="24"/>
              </w:rPr>
              <w:t>Zinczuk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B.</w:t>
            </w:r>
            <w:r w:rsidRPr="000907BB">
              <w:rPr>
                <w:rFonts w:ascii="Corbel" w:hAnsi="Corbel"/>
                <w:sz w:val="24"/>
                <w:szCs w:val="24"/>
              </w:rPr>
              <w:t>, Kasprzak-</w:t>
            </w:r>
            <w:proofErr w:type="spellStart"/>
            <w:r w:rsidRPr="000907BB">
              <w:rPr>
                <w:rFonts w:ascii="Corbel" w:hAnsi="Corbel"/>
                <w:sz w:val="24"/>
                <w:szCs w:val="24"/>
              </w:rPr>
              <w:t>Czelej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</w:t>
            </w:r>
            <w:r w:rsidRPr="000907BB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0907BB">
              <w:rPr>
                <w:rFonts w:ascii="Corbel" w:hAnsi="Corbel"/>
                <w:sz w:val="24"/>
                <w:szCs w:val="24"/>
              </w:rPr>
              <w:t>Bolibok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P., </w:t>
            </w:r>
            <w:r w:rsidRPr="000907BB">
              <w:rPr>
                <w:rFonts w:ascii="Corbel" w:hAnsi="Corbel"/>
                <w:sz w:val="24"/>
                <w:szCs w:val="24"/>
              </w:rPr>
              <w:t>Społeczna odpowiedzialność biznesu w perspektywie zmian i wyzwań współczesnej gospodarki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907BB">
              <w:rPr>
                <w:rFonts w:ascii="Corbel" w:hAnsi="Corbel"/>
                <w:sz w:val="24"/>
                <w:szCs w:val="24"/>
              </w:rPr>
              <w:t>Wydawnictwo Uniwersytetu Marii Curie-Skłodowskiej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907BB">
              <w:rPr>
                <w:rFonts w:ascii="Corbel" w:hAnsi="Corbel"/>
                <w:sz w:val="24"/>
                <w:szCs w:val="24"/>
              </w:rPr>
              <w:t>Lublin </w:t>
            </w:r>
            <w:r>
              <w:rPr>
                <w:rFonts w:ascii="Corbel" w:hAnsi="Corbel"/>
                <w:sz w:val="24"/>
                <w:szCs w:val="24"/>
              </w:rPr>
              <w:t>2020</w:t>
            </w:r>
          </w:p>
          <w:p w14:paraId="583A978D" w14:textId="77777777" w:rsidR="000907BB" w:rsidRDefault="000907BB" w:rsidP="00F132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355550C2" w14:textId="0D73FC74" w:rsidR="000907BB" w:rsidRDefault="000907BB" w:rsidP="00F132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907BB">
              <w:rPr>
                <w:rFonts w:ascii="Corbel" w:hAnsi="Corbel"/>
                <w:sz w:val="24"/>
                <w:szCs w:val="24"/>
              </w:rPr>
              <w:t>Waliszewski</w:t>
            </w:r>
            <w:r>
              <w:rPr>
                <w:rFonts w:ascii="Corbel" w:hAnsi="Corbel"/>
                <w:sz w:val="24"/>
                <w:szCs w:val="24"/>
              </w:rPr>
              <w:t xml:space="preserve"> K. (red. nauk.), </w:t>
            </w:r>
            <w:r w:rsidRPr="000907BB">
              <w:rPr>
                <w:rFonts w:ascii="Corbel" w:hAnsi="Corbel"/>
                <w:sz w:val="24"/>
                <w:szCs w:val="24"/>
              </w:rPr>
              <w:t>Społeczna odpowiedzialność biznesu jako instrument budowania reputacji i zaufania do instytucji finansowych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907BB">
              <w:rPr>
                <w:rFonts w:ascii="Corbel" w:hAnsi="Corbel"/>
                <w:sz w:val="24"/>
                <w:szCs w:val="24"/>
              </w:rPr>
              <w:t> </w:t>
            </w:r>
            <w:proofErr w:type="spellStart"/>
            <w:r w:rsidRPr="000907BB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E20820">
              <w:rPr>
                <w:rFonts w:ascii="Corbel" w:hAnsi="Corbel"/>
                <w:sz w:val="24"/>
                <w:szCs w:val="24"/>
              </w:rPr>
              <w:t xml:space="preserve">Warszawa </w:t>
            </w:r>
            <w:r>
              <w:rPr>
                <w:rFonts w:ascii="Corbel" w:hAnsi="Corbel"/>
                <w:sz w:val="24"/>
                <w:szCs w:val="24"/>
              </w:rPr>
              <w:t>2020</w:t>
            </w:r>
          </w:p>
          <w:p w14:paraId="66EEAB01" w14:textId="77777777" w:rsidR="000907BB" w:rsidRDefault="000907BB" w:rsidP="00F132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2FDD9BB9" w14:textId="77777777" w:rsidR="00F13226" w:rsidRPr="00E20820" w:rsidRDefault="00F13226" w:rsidP="00F1322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20820">
              <w:rPr>
                <w:rFonts w:ascii="Corbel" w:hAnsi="Corbel"/>
                <w:sz w:val="24"/>
                <w:szCs w:val="24"/>
              </w:rPr>
              <w:t>Chodoń</w:t>
            </w:r>
            <w:proofErr w:type="spellEnd"/>
            <w:r w:rsidRPr="00E20820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E20820">
              <w:rPr>
                <w:rFonts w:ascii="Corbel" w:hAnsi="Corbel"/>
                <w:sz w:val="24"/>
                <w:szCs w:val="24"/>
              </w:rPr>
              <w:t>Zasiewska</w:t>
            </w:r>
            <w:proofErr w:type="spellEnd"/>
            <w:r w:rsidRPr="00E20820">
              <w:rPr>
                <w:rFonts w:ascii="Corbel" w:hAnsi="Corbel"/>
                <w:sz w:val="24"/>
                <w:szCs w:val="24"/>
              </w:rPr>
              <w:t xml:space="preserve"> K., Podstawy rachunkowości, Wyd. </w:t>
            </w:r>
            <w:proofErr w:type="spellStart"/>
            <w:r w:rsidRPr="00E20820">
              <w:rPr>
                <w:rFonts w:ascii="Corbel" w:hAnsi="Corbel"/>
                <w:sz w:val="24"/>
                <w:szCs w:val="24"/>
              </w:rPr>
              <w:t>SKwP</w:t>
            </w:r>
            <w:proofErr w:type="spellEnd"/>
            <w:r w:rsidRPr="00E20820">
              <w:rPr>
                <w:rFonts w:ascii="Corbel" w:hAnsi="Corbel"/>
                <w:sz w:val="24"/>
                <w:szCs w:val="24"/>
              </w:rPr>
              <w:t>, Warszawa 2014</w:t>
            </w:r>
          </w:p>
          <w:p w14:paraId="63ABD53B" w14:textId="77777777" w:rsidR="00F13226" w:rsidRPr="00E20820" w:rsidRDefault="00F13226" w:rsidP="00F1322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52202E25" w14:textId="77777777" w:rsidR="00F13226" w:rsidRPr="00E20820" w:rsidRDefault="00F13226" w:rsidP="00F132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0820">
              <w:rPr>
                <w:rFonts w:ascii="Corbel" w:hAnsi="Corbel"/>
                <w:b w:val="0"/>
                <w:smallCaps w:val="0"/>
                <w:szCs w:val="24"/>
              </w:rPr>
              <w:t>USTAWA z dnia 29 września 1994 r. o rachunkowości</w:t>
            </w:r>
          </w:p>
          <w:p w14:paraId="379728FE" w14:textId="77777777" w:rsidR="00F13226" w:rsidRPr="00E20820" w:rsidRDefault="00F13226" w:rsidP="00F132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27683EA" w14:textId="3D0C7329" w:rsidR="00F13226" w:rsidRPr="00F13226" w:rsidRDefault="00F13226" w:rsidP="00F132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907BB">
              <w:rPr>
                <w:rFonts w:ascii="Corbel" w:hAnsi="Corbel"/>
                <w:sz w:val="24"/>
                <w:szCs w:val="24"/>
              </w:rPr>
              <w:t>MSSF i MSR</w:t>
            </w:r>
          </w:p>
        </w:tc>
      </w:tr>
      <w:tr w:rsidR="0085747A" w:rsidRPr="00B169DF" w14:paraId="1DCB3C41" w14:textId="77777777" w:rsidTr="0071620A">
        <w:trPr>
          <w:trHeight w:val="397"/>
        </w:trPr>
        <w:tc>
          <w:tcPr>
            <w:tcW w:w="7513" w:type="dxa"/>
          </w:tcPr>
          <w:p w14:paraId="08F8565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3F5B2FF" w14:textId="77777777" w:rsidR="00CC6E4D" w:rsidRDefault="00CC6E4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16DC833" w14:textId="49D2CD58" w:rsidR="00581EC2" w:rsidRDefault="00581EC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1EC2">
              <w:rPr>
                <w:rFonts w:ascii="Corbel" w:hAnsi="Corbel"/>
                <w:b w:val="0"/>
                <w:smallCaps w:val="0"/>
                <w:szCs w:val="24"/>
              </w:rPr>
              <w:t xml:space="preserve">Ciesielska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A., </w:t>
            </w:r>
            <w:r w:rsidRPr="00581EC2">
              <w:rPr>
                <w:rFonts w:ascii="Corbel" w:hAnsi="Corbel"/>
                <w:b w:val="0"/>
                <w:smallCaps w:val="0"/>
                <w:szCs w:val="24"/>
              </w:rPr>
              <w:t>Instrumenty społecznej odpowiedzialności przedsiębiorstw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581EC2">
              <w:rPr>
                <w:rFonts w:ascii="Corbel" w:hAnsi="Corbel"/>
                <w:b w:val="0"/>
                <w:smallCaps w:val="0"/>
                <w:szCs w:val="24"/>
              </w:rPr>
              <w:t>Wydawnictwo Uniwersytetu Jana Kochanowskiego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581EC2">
              <w:rPr>
                <w:rFonts w:ascii="Corbel" w:hAnsi="Corbel"/>
                <w:b w:val="0"/>
                <w:smallCaps w:val="0"/>
                <w:szCs w:val="24"/>
              </w:rPr>
              <w:t>Kielce 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2022</w:t>
            </w:r>
          </w:p>
          <w:p w14:paraId="0421EE45" w14:textId="77777777" w:rsidR="00581EC2" w:rsidRDefault="00581EC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EC372FA" w14:textId="43B3BB2D" w:rsidR="00CC6E4D" w:rsidRDefault="00CC6E4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6E4D">
              <w:rPr>
                <w:rFonts w:ascii="Corbel" w:hAnsi="Corbel"/>
                <w:b w:val="0"/>
                <w:smallCaps w:val="0"/>
                <w:szCs w:val="24"/>
              </w:rPr>
              <w:t>Wolak-</w:t>
            </w:r>
            <w:proofErr w:type="spellStart"/>
            <w:r w:rsidRPr="00CC6E4D">
              <w:rPr>
                <w:rFonts w:ascii="Corbel" w:hAnsi="Corbel"/>
                <w:b w:val="0"/>
                <w:smallCaps w:val="0"/>
                <w:szCs w:val="24"/>
              </w:rPr>
              <w:t>Tuzimek</w:t>
            </w:r>
            <w:proofErr w:type="spellEnd"/>
            <w:r w:rsidRPr="00CC6E4D">
              <w:rPr>
                <w:rFonts w:ascii="Corbel" w:hAnsi="Corbel"/>
                <w:b w:val="0"/>
                <w:smallCaps w:val="0"/>
                <w:szCs w:val="24"/>
              </w:rPr>
              <w:t xml:space="preserve"> A., Społeczna odpowiedzialność przedsiębiorstwa a konkurencyjność przedsiębiorstw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CC6E4D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E20820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2023</w:t>
            </w:r>
          </w:p>
          <w:p w14:paraId="1B66A68B" w14:textId="77777777" w:rsidR="00D03731" w:rsidRDefault="00D03731" w:rsidP="00F132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25D3BC9" w14:textId="67742C98" w:rsidR="00F13226" w:rsidRPr="00F13226" w:rsidRDefault="00F13226" w:rsidP="00F132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0820">
              <w:rPr>
                <w:rFonts w:ascii="Corbel" w:hAnsi="Corbel"/>
                <w:b w:val="0"/>
                <w:smallCaps w:val="0"/>
                <w:szCs w:val="24"/>
              </w:rPr>
              <w:t>Dyduch A., Sierpińska M., Wilimowska Z.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E20820">
              <w:rPr>
                <w:rFonts w:ascii="Corbel" w:hAnsi="Corbel"/>
                <w:b w:val="0"/>
                <w:smallCaps w:val="0"/>
                <w:szCs w:val="24"/>
              </w:rPr>
              <w:t xml:space="preserve"> Finanse i rachunkowość, PWE, Warszawa 2013</w:t>
            </w:r>
          </w:p>
        </w:tc>
      </w:tr>
    </w:tbl>
    <w:p w14:paraId="18D33FD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45C83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1FCCE3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676E88" w14:textId="77777777" w:rsidR="0037480A" w:rsidRDefault="0037480A" w:rsidP="00C16ABF">
      <w:pPr>
        <w:spacing w:after="0" w:line="240" w:lineRule="auto"/>
      </w:pPr>
      <w:r>
        <w:separator/>
      </w:r>
    </w:p>
  </w:endnote>
  <w:endnote w:type="continuationSeparator" w:id="0">
    <w:p w14:paraId="292A6F0C" w14:textId="77777777" w:rsidR="0037480A" w:rsidRDefault="0037480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0A532B" w14:textId="77777777" w:rsidR="0037480A" w:rsidRDefault="0037480A" w:rsidP="00C16ABF">
      <w:pPr>
        <w:spacing w:after="0" w:line="240" w:lineRule="auto"/>
      </w:pPr>
      <w:r>
        <w:separator/>
      </w:r>
    </w:p>
  </w:footnote>
  <w:footnote w:type="continuationSeparator" w:id="0">
    <w:p w14:paraId="32C96F62" w14:textId="77777777" w:rsidR="0037480A" w:rsidRDefault="0037480A" w:rsidP="00C16ABF">
      <w:pPr>
        <w:spacing w:after="0" w:line="240" w:lineRule="auto"/>
      </w:pPr>
      <w:r>
        <w:continuationSeparator/>
      </w:r>
    </w:p>
  </w:footnote>
  <w:footnote w:id="1">
    <w:p w14:paraId="7D981F0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41D8D"/>
    <w:multiLevelType w:val="hybridMultilevel"/>
    <w:tmpl w:val="BFF23B26"/>
    <w:lvl w:ilvl="0" w:tplc="82BCFB14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22A4D99"/>
    <w:multiLevelType w:val="hybridMultilevel"/>
    <w:tmpl w:val="5FEC5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4389731">
    <w:abstractNumId w:val="1"/>
  </w:num>
  <w:num w:numId="2" w16cid:durableId="488865089">
    <w:abstractNumId w:val="2"/>
  </w:num>
  <w:num w:numId="3" w16cid:durableId="131579694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7BB"/>
    <w:rsid w:val="00091BCF"/>
    <w:rsid w:val="00093B8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020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651"/>
    <w:rsid w:val="0018530D"/>
    <w:rsid w:val="00192F37"/>
    <w:rsid w:val="001A70D2"/>
    <w:rsid w:val="001D657B"/>
    <w:rsid w:val="001D7B54"/>
    <w:rsid w:val="001E0209"/>
    <w:rsid w:val="001F2CA2"/>
    <w:rsid w:val="002009E5"/>
    <w:rsid w:val="002062BF"/>
    <w:rsid w:val="002144C0"/>
    <w:rsid w:val="00214E22"/>
    <w:rsid w:val="0022477D"/>
    <w:rsid w:val="002278A9"/>
    <w:rsid w:val="002336F9"/>
    <w:rsid w:val="00234943"/>
    <w:rsid w:val="0024028F"/>
    <w:rsid w:val="00240AA4"/>
    <w:rsid w:val="00244ABC"/>
    <w:rsid w:val="00281FF2"/>
    <w:rsid w:val="0028214F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D8D"/>
    <w:rsid w:val="002D3375"/>
    <w:rsid w:val="002D73D4"/>
    <w:rsid w:val="002E3484"/>
    <w:rsid w:val="002F02A3"/>
    <w:rsid w:val="002F4ABE"/>
    <w:rsid w:val="003005B3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5018"/>
    <w:rsid w:val="00363F78"/>
    <w:rsid w:val="0037480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140"/>
    <w:rsid w:val="00414E3C"/>
    <w:rsid w:val="00415313"/>
    <w:rsid w:val="0042244A"/>
    <w:rsid w:val="0042745A"/>
    <w:rsid w:val="00431D5C"/>
    <w:rsid w:val="004362C6"/>
    <w:rsid w:val="00437FA2"/>
    <w:rsid w:val="00445970"/>
    <w:rsid w:val="00461EFC"/>
    <w:rsid w:val="004652C2"/>
    <w:rsid w:val="00467AC6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B730A"/>
    <w:rsid w:val="004D31C0"/>
    <w:rsid w:val="004D5282"/>
    <w:rsid w:val="004D5E6D"/>
    <w:rsid w:val="004F1551"/>
    <w:rsid w:val="004F55A3"/>
    <w:rsid w:val="004F7631"/>
    <w:rsid w:val="0050496F"/>
    <w:rsid w:val="00511744"/>
    <w:rsid w:val="00513B6F"/>
    <w:rsid w:val="00517C63"/>
    <w:rsid w:val="005363C4"/>
    <w:rsid w:val="00536BDE"/>
    <w:rsid w:val="00543ACC"/>
    <w:rsid w:val="005624BF"/>
    <w:rsid w:val="005628FB"/>
    <w:rsid w:val="0056696D"/>
    <w:rsid w:val="00581EC2"/>
    <w:rsid w:val="0059484D"/>
    <w:rsid w:val="005A0855"/>
    <w:rsid w:val="005A3196"/>
    <w:rsid w:val="005A7F20"/>
    <w:rsid w:val="005B700E"/>
    <w:rsid w:val="005C080F"/>
    <w:rsid w:val="005C26EB"/>
    <w:rsid w:val="005C55E5"/>
    <w:rsid w:val="005C696A"/>
    <w:rsid w:val="005E0776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1221"/>
    <w:rsid w:val="00654934"/>
    <w:rsid w:val="006610FC"/>
    <w:rsid w:val="006620D9"/>
    <w:rsid w:val="00671958"/>
    <w:rsid w:val="00675843"/>
    <w:rsid w:val="00686808"/>
    <w:rsid w:val="00696477"/>
    <w:rsid w:val="006D050F"/>
    <w:rsid w:val="006D6139"/>
    <w:rsid w:val="006D7A78"/>
    <w:rsid w:val="006E5D65"/>
    <w:rsid w:val="006F1282"/>
    <w:rsid w:val="006F1FBC"/>
    <w:rsid w:val="006F31E2"/>
    <w:rsid w:val="006F72DA"/>
    <w:rsid w:val="00706544"/>
    <w:rsid w:val="007072BA"/>
    <w:rsid w:val="0071620A"/>
    <w:rsid w:val="00724677"/>
    <w:rsid w:val="0072491E"/>
    <w:rsid w:val="00725459"/>
    <w:rsid w:val="007327BD"/>
    <w:rsid w:val="00734608"/>
    <w:rsid w:val="00740230"/>
    <w:rsid w:val="00745302"/>
    <w:rsid w:val="007461D6"/>
    <w:rsid w:val="00746EC8"/>
    <w:rsid w:val="00763BF1"/>
    <w:rsid w:val="00766FD4"/>
    <w:rsid w:val="0078168C"/>
    <w:rsid w:val="0078758E"/>
    <w:rsid w:val="00787C2A"/>
    <w:rsid w:val="00790E27"/>
    <w:rsid w:val="007A4022"/>
    <w:rsid w:val="007A6E6E"/>
    <w:rsid w:val="007C3299"/>
    <w:rsid w:val="007C36F0"/>
    <w:rsid w:val="007C3BCC"/>
    <w:rsid w:val="007C4546"/>
    <w:rsid w:val="007D6E56"/>
    <w:rsid w:val="007F4155"/>
    <w:rsid w:val="0081554D"/>
    <w:rsid w:val="0081707E"/>
    <w:rsid w:val="00833D7F"/>
    <w:rsid w:val="008419CC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2708"/>
    <w:rsid w:val="008E64F4"/>
    <w:rsid w:val="008F12C9"/>
    <w:rsid w:val="008F6E29"/>
    <w:rsid w:val="00916188"/>
    <w:rsid w:val="00923D7D"/>
    <w:rsid w:val="0093327D"/>
    <w:rsid w:val="009508DF"/>
    <w:rsid w:val="00950DAC"/>
    <w:rsid w:val="00954A07"/>
    <w:rsid w:val="009728B4"/>
    <w:rsid w:val="009920D2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42D"/>
    <w:rsid w:val="00A104A9"/>
    <w:rsid w:val="00A155EE"/>
    <w:rsid w:val="00A2245B"/>
    <w:rsid w:val="00A2710E"/>
    <w:rsid w:val="00A30110"/>
    <w:rsid w:val="00A36899"/>
    <w:rsid w:val="00A371F6"/>
    <w:rsid w:val="00A43BF6"/>
    <w:rsid w:val="00A53206"/>
    <w:rsid w:val="00A53FA5"/>
    <w:rsid w:val="00A54817"/>
    <w:rsid w:val="00A601C8"/>
    <w:rsid w:val="00A60799"/>
    <w:rsid w:val="00A76102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1A8"/>
    <w:rsid w:val="00B16348"/>
    <w:rsid w:val="00B169DF"/>
    <w:rsid w:val="00B3130B"/>
    <w:rsid w:val="00B40ADB"/>
    <w:rsid w:val="00B43B77"/>
    <w:rsid w:val="00B43E80"/>
    <w:rsid w:val="00B5521B"/>
    <w:rsid w:val="00B607DB"/>
    <w:rsid w:val="00B66529"/>
    <w:rsid w:val="00B75946"/>
    <w:rsid w:val="00B8056E"/>
    <w:rsid w:val="00B819C8"/>
    <w:rsid w:val="00B82308"/>
    <w:rsid w:val="00B90885"/>
    <w:rsid w:val="00B92553"/>
    <w:rsid w:val="00BB199B"/>
    <w:rsid w:val="00BB520A"/>
    <w:rsid w:val="00BD3869"/>
    <w:rsid w:val="00BD66E9"/>
    <w:rsid w:val="00BD6FF4"/>
    <w:rsid w:val="00BE5544"/>
    <w:rsid w:val="00BF2C41"/>
    <w:rsid w:val="00C058B4"/>
    <w:rsid w:val="00C05F44"/>
    <w:rsid w:val="00C131B5"/>
    <w:rsid w:val="00C16ABF"/>
    <w:rsid w:val="00C170AE"/>
    <w:rsid w:val="00C20704"/>
    <w:rsid w:val="00C26CB7"/>
    <w:rsid w:val="00C324C1"/>
    <w:rsid w:val="00C36992"/>
    <w:rsid w:val="00C46328"/>
    <w:rsid w:val="00C56036"/>
    <w:rsid w:val="00C61DC5"/>
    <w:rsid w:val="00C67E92"/>
    <w:rsid w:val="00C70A26"/>
    <w:rsid w:val="00C766DF"/>
    <w:rsid w:val="00C94B98"/>
    <w:rsid w:val="00C960FF"/>
    <w:rsid w:val="00CA2B96"/>
    <w:rsid w:val="00CA430C"/>
    <w:rsid w:val="00CA5089"/>
    <w:rsid w:val="00CB38E2"/>
    <w:rsid w:val="00CC6E4D"/>
    <w:rsid w:val="00CD6897"/>
    <w:rsid w:val="00CE03A2"/>
    <w:rsid w:val="00CE5BAC"/>
    <w:rsid w:val="00CF25BE"/>
    <w:rsid w:val="00CF78ED"/>
    <w:rsid w:val="00D02B25"/>
    <w:rsid w:val="00D02EBA"/>
    <w:rsid w:val="00D03731"/>
    <w:rsid w:val="00D0572B"/>
    <w:rsid w:val="00D17C3C"/>
    <w:rsid w:val="00D26B2C"/>
    <w:rsid w:val="00D3397B"/>
    <w:rsid w:val="00D352C9"/>
    <w:rsid w:val="00D425B2"/>
    <w:rsid w:val="00D428D6"/>
    <w:rsid w:val="00D552B2"/>
    <w:rsid w:val="00D56FE1"/>
    <w:rsid w:val="00D608D1"/>
    <w:rsid w:val="00D74119"/>
    <w:rsid w:val="00D8075B"/>
    <w:rsid w:val="00D813B3"/>
    <w:rsid w:val="00D8678B"/>
    <w:rsid w:val="00DA2114"/>
    <w:rsid w:val="00DC39E9"/>
    <w:rsid w:val="00DD5226"/>
    <w:rsid w:val="00DE09C0"/>
    <w:rsid w:val="00DE4A14"/>
    <w:rsid w:val="00DF320D"/>
    <w:rsid w:val="00DF717A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3226"/>
    <w:rsid w:val="00F17567"/>
    <w:rsid w:val="00F27A7B"/>
    <w:rsid w:val="00F526AF"/>
    <w:rsid w:val="00F617C3"/>
    <w:rsid w:val="00F61A26"/>
    <w:rsid w:val="00F7066B"/>
    <w:rsid w:val="00F77798"/>
    <w:rsid w:val="00F83B28"/>
    <w:rsid w:val="00F974DA"/>
    <w:rsid w:val="00FA46E5"/>
    <w:rsid w:val="00FB3B7C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FA4E4"/>
  <w15:docId w15:val="{AA9DDAF9-0CE1-4659-B54F-1431A3163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11D64-741E-40BD-80C0-788389CB8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255</TotalTime>
  <Pages>4</Pages>
  <Words>879</Words>
  <Characters>5278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Marcin Halicki</cp:lastModifiedBy>
  <cp:revision>54</cp:revision>
  <cp:lastPrinted>2019-02-06T12:12:00Z</cp:lastPrinted>
  <dcterms:created xsi:type="dcterms:W3CDTF">2025-04-09T08:47:00Z</dcterms:created>
  <dcterms:modified xsi:type="dcterms:W3CDTF">2025-08-27T17:06:00Z</dcterms:modified>
</cp:coreProperties>
</file>